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C1249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5050A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Α29-</w:t>
            </w:r>
            <w:r w:rsidR="005050A5" w:rsidRPr="005050A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Ο2.Ε21 </w:t>
            </w:r>
            <w:r w:rsidR="008A245B" w:rsidRPr="008A245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5050A5" w:rsidRPr="005050A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Φορητός Η/Υ Τύπου 08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5050A5" w:rsidRPr="00DF25B3" w:rsidTr="008A245B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5050A5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A8070F" w:rsidRDefault="005050A5" w:rsidP="005050A5">
            <w:r w:rsidRPr="00A8070F">
              <w:t>Να αναφερθεί ο Κατασκευαστής-Σειρά-Μοντέλο</w:t>
            </w:r>
          </w:p>
        </w:tc>
        <w:tc>
          <w:tcPr>
            <w:tcW w:w="1116" w:type="dxa"/>
            <w:vAlign w:val="center"/>
          </w:tcPr>
          <w:p w:rsidR="005050A5" w:rsidRPr="00432CD9" w:rsidRDefault="005050A5" w:rsidP="005050A5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050A5" w:rsidRPr="00432CD9" w:rsidRDefault="005050A5" w:rsidP="005050A5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050A5" w:rsidRPr="00432CD9" w:rsidRDefault="005050A5" w:rsidP="005050A5">
            <w:r w:rsidRPr="00432CD9">
              <w:t xml:space="preserve"> </w:t>
            </w:r>
          </w:p>
        </w:tc>
      </w:tr>
      <w:tr w:rsidR="005050A5" w:rsidRPr="00DF25B3" w:rsidTr="008A245B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5050A5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A8070F" w:rsidRDefault="005050A5" w:rsidP="005050A5">
            <w:r w:rsidRPr="00A8070F">
              <w:t xml:space="preserve">Να διαθέτει </w:t>
            </w:r>
            <w:proofErr w:type="spellStart"/>
            <w:r w:rsidRPr="00A8070F">
              <w:t>σασσί</w:t>
            </w:r>
            <w:proofErr w:type="spellEnd"/>
            <w:r w:rsidRPr="00A8070F">
              <w:t xml:space="preserve"> φορητού Η/Υ</w:t>
            </w:r>
          </w:p>
        </w:tc>
        <w:tc>
          <w:tcPr>
            <w:tcW w:w="1116" w:type="dxa"/>
            <w:vAlign w:val="center"/>
          </w:tcPr>
          <w:p w:rsidR="005050A5" w:rsidRPr="00432CD9" w:rsidRDefault="005050A5" w:rsidP="005050A5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050A5" w:rsidRPr="00432CD9" w:rsidRDefault="005050A5" w:rsidP="005050A5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050A5" w:rsidRPr="00432CD9" w:rsidRDefault="005050A5" w:rsidP="005050A5">
            <w:r w:rsidRPr="00432CD9">
              <w:t xml:space="preserve"> </w:t>
            </w:r>
          </w:p>
        </w:tc>
      </w:tr>
      <w:tr w:rsidR="005050A5" w:rsidRPr="00DF25B3" w:rsidTr="008A245B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5050A5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A8070F" w:rsidRDefault="005050A5" w:rsidP="005050A5">
            <w:r w:rsidRPr="00A8070F">
              <w:t xml:space="preserve">Να διαθέτει κεντρικό </w:t>
            </w:r>
            <w:proofErr w:type="spellStart"/>
            <w:r w:rsidRPr="00A8070F">
              <w:t>επεγεργαστή</w:t>
            </w:r>
            <w:proofErr w:type="spellEnd"/>
            <w:r w:rsidRPr="00A8070F">
              <w:t xml:space="preserve"> (</w:t>
            </w:r>
            <w:r w:rsidRPr="00A8070F">
              <w:rPr>
                <w:lang w:val="en-GB"/>
              </w:rPr>
              <w:t>CPU</w:t>
            </w:r>
            <w:r w:rsidRPr="00A8070F">
              <w:t xml:space="preserve">) τύπου </w:t>
            </w:r>
            <w:r w:rsidRPr="00A8070F">
              <w:rPr>
                <w:lang w:val="en-GB"/>
              </w:rPr>
              <w:t>Intel</w:t>
            </w:r>
            <w:r w:rsidRPr="00A8070F">
              <w:t xml:space="preserve"> </w:t>
            </w:r>
            <w:r w:rsidRPr="00A8070F">
              <w:rPr>
                <w:lang w:val="en-GB"/>
              </w:rPr>
              <w:t>Core</w:t>
            </w:r>
            <w:r w:rsidRPr="00A8070F">
              <w:t xml:space="preserve"> </w:t>
            </w:r>
            <w:proofErr w:type="spellStart"/>
            <w:r w:rsidRPr="00A8070F">
              <w:rPr>
                <w:lang w:val="en-GB"/>
              </w:rPr>
              <w:t>i</w:t>
            </w:r>
            <w:proofErr w:type="spellEnd"/>
            <w:r w:rsidRPr="00A8070F">
              <w:t>7-1360</w:t>
            </w:r>
            <w:r w:rsidRPr="00A8070F">
              <w:rPr>
                <w:lang w:val="en-GB"/>
              </w:rPr>
              <w:t>P</w:t>
            </w:r>
            <w:r w:rsidRPr="00A8070F">
              <w:t xml:space="preserve"> ή ισοδύναμο ή καλύτερο</w:t>
            </w:r>
          </w:p>
        </w:tc>
        <w:tc>
          <w:tcPr>
            <w:tcW w:w="1116" w:type="dxa"/>
            <w:vAlign w:val="center"/>
          </w:tcPr>
          <w:p w:rsidR="005050A5" w:rsidRPr="00432CD9" w:rsidRDefault="005050A5" w:rsidP="005050A5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050A5" w:rsidRPr="00432CD9" w:rsidRDefault="005050A5" w:rsidP="005050A5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050A5" w:rsidRPr="00432CD9" w:rsidRDefault="005050A5" w:rsidP="005050A5">
            <w:r w:rsidRPr="00432CD9">
              <w:t xml:space="preserve"> </w:t>
            </w:r>
          </w:p>
        </w:tc>
      </w:tr>
      <w:tr w:rsidR="005050A5" w:rsidRPr="00DF25B3" w:rsidTr="008A245B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5050A5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A8070F" w:rsidRDefault="005050A5" w:rsidP="005050A5">
            <w:r w:rsidRPr="00A8070F">
              <w:t xml:space="preserve">Να διαθέτει μνήμη </w:t>
            </w:r>
            <w:r w:rsidRPr="00A8070F">
              <w:rPr>
                <w:lang w:val="en-GB"/>
              </w:rPr>
              <w:t>RAM</w:t>
            </w:r>
            <w:r w:rsidRPr="00A8070F">
              <w:t xml:space="preserve"> χωρητικότητας &gt;= 32 </w:t>
            </w:r>
            <w:r w:rsidRPr="00A8070F">
              <w:rPr>
                <w:lang w:val="en-GB"/>
              </w:rPr>
              <w:t>GB</w:t>
            </w:r>
            <w:r w:rsidRPr="00A8070F">
              <w:t xml:space="preserve"> τύπου </w:t>
            </w:r>
            <w:r w:rsidRPr="00A8070F">
              <w:rPr>
                <w:lang w:val="en-GB"/>
              </w:rPr>
              <w:t>DDR</w:t>
            </w:r>
            <w:r w:rsidRPr="00A8070F">
              <w:t>5</w:t>
            </w:r>
          </w:p>
        </w:tc>
        <w:tc>
          <w:tcPr>
            <w:tcW w:w="1116" w:type="dxa"/>
            <w:vAlign w:val="center"/>
          </w:tcPr>
          <w:p w:rsidR="005050A5" w:rsidRPr="00432CD9" w:rsidRDefault="005050A5" w:rsidP="005050A5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050A5" w:rsidRPr="00432CD9" w:rsidRDefault="005050A5" w:rsidP="005050A5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050A5" w:rsidRPr="00432CD9" w:rsidRDefault="005050A5" w:rsidP="005050A5">
            <w:r w:rsidRPr="00432CD9">
              <w:t xml:space="preserve"> </w:t>
            </w:r>
          </w:p>
        </w:tc>
      </w:tr>
      <w:tr w:rsidR="005050A5" w:rsidRPr="00DF25B3" w:rsidTr="008A245B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5050A5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A8070F" w:rsidRDefault="005050A5" w:rsidP="005050A5">
            <w:r w:rsidRPr="00A8070F">
              <w:t xml:space="preserve">Να διαθέτει μια εσωτερική μονάδα αποθήκευσης δεδομένων μεγέθους &gt;= 1ΤΒ, τύπου </w:t>
            </w:r>
            <w:r w:rsidRPr="00A8070F">
              <w:rPr>
                <w:lang w:val="en-GB"/>
              </w:rPr>
              <w:t>M</w:t>
            </w:r>
            <w:r w:rsidRPr="00A8070F">
              <w:t xml:space="preserve">.2 </w:t>
            </w:r>
            <w:proofErr w:type="spellStart"/>
            <w:r w:rsidRPr="00A8070F">
              <w:rPr>
                <w:lang w:val="en-GB"/>
              </w:rPr>
              <w:t>NVMe</w:t>
            </w:r>
            <w:proofErr w:type="spellEnd"/>
          </w:p>
        </w:tc>
        <w:tc>
          <w:tcPr>
            <w:tcW w:w="1116" w:type="dxa"/>
            <w:vAlign w:val="center"/>
          </w:tcPr>
          <w:p w:rsidR="005050A5" w:rsidRPr="00432CD9" w:rsidRDefault="005050A5" w:rsidP="005050A5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5050A5" w:rsidRPr="00432CD9" w:rsidRDefault="005050A5" w:rsidP="005050A5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5050A5" w:rsidRPr="00432CD9" w:rsidRDefault="005050A5" w:rsidP="005050A5">
            <w:r w:rsidRPr="00432CD9">
              <w:t xml:space="preserve"> </w:t>
            </w:r>
          </w:p>
        </w:tc>
      </w:tr>
      <w:tr w:rsidR="005050A5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A8070F" w:rsidRDefault="005050A5" w:rsidP="000968BF">
            <w:r w:rsidRPr="00A8070F">
              <w:t xml:space="preserve">Να διαθέτει ενσωματωμένη κάρτα γραφικών τύπου </w:t>
            </w:r>
            <w:proofErr w:type="spellStart"/>
            <w:r w:rsidRPr="005050A5">
              <w:t>Intel</w:t>
            </w:r>
            <w:proofErr w:type="spellEnd"/>
            <w:r w:rsidRPr="00A8070F">
              <w:t xml:space="preserve"> </w:t>
            </w:r>
            <w:r w:rsidRPr="005050A5">
              <w:t>Iris</w:t>
            </w:r>
            <w:r w:rsidRPr="00A8070F">
              <w:t xml:space="preserve"> </w:t>
            </w:r>
            <w:proofErr w:type="spellStart"/>
            <w:r w:rsidRPr="005050A5">
              <w:t>Xe</w:t>
            </w:r>
            <w:proofErr w:type="spellEnd"/>
            <w:r w:rsidRPr="00A8070F">
              <w:t xml:space="preserve"> ή ισοδύναμη ή καλύτερη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A5" w:rsidRPr="005050A5" w:rsidRDefault="005050A5" w:rsidP="005050A5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</w:tr>
      <w:tr w:rsidR="005050A5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A8070F" w:rsidRDefault="005050A5" w:rsidP="000968BF">
            <w:r w:rsidRPr="00A8070F">
              <w:t xml:space="preserve">Να διαθέτει οθόνη αφής, </w:t>
            </w:r>
            <w:proofErr w:type="spellStart"/>
            <w:r w:rsidRPr="00A8070F">
              <w:t>διαγωνίου</w:t>
            </w:r>
            <w:proofErr w:type="spellEnd"/>
            <w:r w:rsidRPr="00A8070F">
              <w:t xml:space="preserve"> &gt;= 14”, ανάλυσης τουλάχιστον </w:t>
            </w:r>
            <w:proofErr w:type="spellStart"/>
            <w:r w:rsidRPr="005050A5">
              <w:t>FullHD</w:t>
            </w:r>
            <w:proofErr w:type="spellEnd"/>
            <w:r w:rsidRPr="00A8070F">
              <w:t>, περιστρεφόμενη (αναδιπλούμενη)  κατά 360 μοίρες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A5" w:rsidRPr="005050A5" w:rsidRDefault="005050A5" w:rsidP="005050A5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</w:tr>
      <w:tr w:rsidR="005050A5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A8070F" w:rsidRDefault="005050A5" w:rsidP="000968BF">
            <w:r w:rsidRPr="00A8070F">
              <w:t xml:space="preserve">Να διαθέτει ενσωματωμένη </w:t>
            </w:r>
            <w:r w:rsidRPr="005050A5">
              <w:t>camera</w:t>
            </w:r>
            <w:r w:rsidRPr="00A8070F">
              <w:t xml:space="preserve"> </w:t>
            </w:r>
            <w:r w:rsidRPr="005050A5">
              <w:t>HD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A5" w:rsidRPr="005050A5" w:rsidRDefault="005050A5" w:rsidP="005050A5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</w:tr>
      <w:tr w:rsidR="005050A5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5050A5" w:rsidRDefault="005050A5" w:rsidP="000968BF">
            <w:r w:rsidRPr="005050A5">
              <w:t>Να διαθέτει ενσωματωμένο μικρόφωνο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A5" w:rsidRPr="005050A5" w:rsidRDefault="005050A5" w:rsidP="005050A5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</w:tr>
      <w:tr w:rsidR="005050A5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A8070F" w:rsidRDefault="005050A5" w:rsidP="000968BF">
            <w:r w:rsidRPr="00A8070F">
              <w:t xml:space="preserve">Να διαθέτει ασύρματη κάρτα δικτύου </w:t>
            </w:r>
            <w:proofErr w:type="spellStart"/>
            <w:r w:rsidRPr="005050A5">
              <w:t>WiFi</w:t>
            </w:r>
            <w:proofErr w:type="spellEnd"/>
            <w:r w:rsidRPr="00A8070F">
              <w:t xml:space="preserve"> 6 και </w:t>
            </w:r>
            <w:proofErr w:type="spellStart"/>
            <w:r w:rsidRPr="005050A5">
              <w:t>Bluetooth</w:t>
            </w:r>
            <w:proofErr w:type="spellEnd"/>
            <w:r w:rsidRPr="00A8070F">
              <w:t xml:space="preserve"> 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A5" w:rsidRPr="005050A5" w:rsidRDefault="005050A5" w:rsidP="005050A5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</w:tr>
      <w:tr w:rsidR="005050A5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5050A5" w:rsidRDefault="005050A5" w:rsidP="000968BF">
            <w:pPr>
              <w:rPr>
                <w:lang w:val="en-US"/>
              </w:rPr>
            </w:pPr>
            <w:r w:rsidRPr="005050A5">
              <w:t>Να</w:t>
            </w:r>
            <w:r w:rsidRPr="005050A5">
              <w:rPr>
                <w:lang w:val="en-US"/>
              </w:rPr>
              <w:t xml:space="preserve"> </w:t>
            </w:r>
            <w:r w:rsidRPr="005050A5">
              <w:t>διαθέτει</w:t>
            </w:r>
            <w:r w:rsidRPr="005050A5">
              <w:rPr>
                <w:lang w:val="en-US"/>
              </w:rPr>
              <w:t xml:space="preserve"> </w:t>
            </w:r>
            <w:proofErr w:type="spellStart"/>
            <w:r w:rsidRPr="005050A5">
              <w:t>διεπαφές</w:t>
            </w:r>
            <w:proofErr w:type="spellEnd"/>
            <w:r w:rsidRPr="005050A5">
              <w:rPr>
                <w:lang w:val="en-US"/>
              </w:rPr>
              <w:t>: &gt;= 1x Universal Audio Jack, &gt;= 2xUSB 3.2 Gen 2 Type-A, &gt;= 1x HDMI out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A5" w:rsidRPr="005050A5" w:rsidRDefault="005050A5" w:rsidP="005050A5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</w:tr>
      <w:tr w:rsidR="005050A5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A8070F" w:rsidRDefault="005050A5" w:rsidP="000968BF">
            <w:r w:rsidRPr="00A8070F">
              <w:t xml:space="preserve">Να διαθέτει λειτουργικό σύστημα </w:t>
            </w:r>
            <w:r w:rsidRPr="005050A5">
              <w:t>Windows</w:t>
            </w:r>
            <w:r w:rsidRPr="00A8070F">
              <w:t xml:space="preserve"> 11 </w:t>
            </w:r>
            <w:proofErr w:type="spellStart"/>
            <w:r w:rsidRPr="005050A5">
              <w:t>Pro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A5" w:rsidRPr="005050A5" w:rsidRDefault="005050A5" w:rsidP="005050A5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</w:tr>
      <w:tr w:rsidR="005050A5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A8070F" w:rsidRDefault="005050A5" w:rsidP="000968BF">
            <w:r w:rsidRPr="00A8070F">
              <w:t xml:space="preserve">Να έχει πιστοποιήσεις </w:t>
            </w:r>
            <w:r w:rsidRPr="005050A5">
              <w:t>CE</w:t>
            </w:r>
            <w:r w:rsidRPr="00A8070F">
              <w:t xml:space="preserve">, </w:t>
            </w:r>
            <w:r w:rsidRPr="005050A5">
              <w:t>ENERGY</w:t>
            </w:r>
            <w:r w:rsidRPr="00A8070F">
              <w:t xml:space="preserve"> </w:t>
            </w:r>
            <w:r w:rsidRPr="005050A5">
              <w:t>STAR</w:t>
            </w:r>
            <w:r w:rsidRPr="00A8070F">
              <w:t xml:space="preserve">, </w:t>
            </w:r>
            <w:r w:rsidRPr="005050A5">
              <w:t>EPEAT</w:t>
            </w:r>
            <w:r w:rsidRPr="00A8070F">
              <w:t xml:space="preserve"> και </w:t>
            </w:r>
            <w:proofErr w:type="spellStart"/>
            <w:r w:rsidRPr="005050A5">
              <w:t>RoHS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A5" w:rsidRPr="005050A5" w:rsidRDefault="005050A5" w:rsidP="005050A5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</w:tr>
      <w:tr w:rsidR="005050A5" w:rsidRPr="00A8070F" w:rsidTr="005050A5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50A5" w:rsidRPr="00A8070F" w:rsidRDefault="005050A5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50A5" w:rsidRPr="005050A5" w:rsidRDefault="005050A5" w:rsidP="000968BF">
            <w:r w:rsidRPr="005050A5">
              <w:t xml:space="preserve">Εγγύηση καλής λειτουργίας &gt;= 3 έτη τύπου </w:t>
            </w:r>
            <w:proofErr w:type="spellStart"/>
            <w:r w:rsidRPr="005050A5">
              <w:t>Next</w:t>
            </w:r>
            <w:proofErr w:type="spellEnd"/>
            <w:r w:rsidRPr="005050A5">
              <w:t xml:space="preserve"> </w:t>
            </w:r>
            <w:proofErr w:type="spellStart"/>
            <w:r w:rsidRPr="005050A5">
              <w:t>Business</w:t>
            </w:r>
            <w:proofErr w:type="spellEnd"/>
            <w:r w:rsidRPr="005050A5">
              <w:t xml:space="preserve"> </w:t>
            </w:r>
            <w:proofErr w:type="spellStart"/>
            <w:r w:rsidRPr="005050A5">
              <w:t>Day</w:t>
            </w:r>
            <w:proofErr w:type="spellEnd"/>
            <w:r w:rsidRPr="005050A5">
              <w:t xml:space="preserve"> On-</w:t>
            </w:r>
            <w:proofErr w:type="spellStart"/>
            <w:r w:rsidRPr="005050A5">
              <w:t>Site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50A5" w:rsidRPr="005050A5" w:rsidRDefault="005050A5" w:rsidP="005050A5">
            <w:pPr>
              <w:jc w:val="center"/>
            </w:pPr>
            <w:r w:rsidRPr="005050A5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50A5" w:rsidRPr="005050A5" w:rsidRDefault="005050A5" w:rsidP="000968BF">
            <w:r w:rsidRPr="005050A5">
              <w:t> </w:t>
            </w:r>
          </w:p>
        </w:tc>
      </w:tr>
    </w:tbl>
    <w:p w:rsidR="008A245B" w:rsidRDefault="008A245B"/>
    <w:sectPr w:rsidR="008A24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2B0E"/>
    <w:rsid w:val="00124390"/>
    <w:rsid w:val="0015565B"/>
    <w:rsid w:val="00185D15"/>
    <w:rsid w:val="00185E48"/>
    <w:rsid w:val="001E6292"/>
    <w:rsid w:val="00250C6D"/>
    <w:rsid w:val="00273D65"/>
    <w:rsid w:val="002E7B28"/>
    <w:rsid w:val="002F7643"/>
    <w:rsid w:val="00343475"/>
    <w:rsid w:val="003E5046"/>
    <w:rsid w:val="00406FB0"/>
    <w:rsid w:val="00475756"/>
    <w:rsid w:val="004B2EA7"/>
    <w:rsid w:val="004E63BF"/>
    <w:rsid w:val="005050A5"/>
    <w:rsid w:val="00524A15"/>
    <w:rsid w:val="005552FE"/>
    <w:rsid w:val="00591317"/>
    <w:rsid w:val="00592D2F"/>
    <w:rsid w:val="00593FA3"/>
    <w:rsid w:val="006C353C"/>
    <w:rsid w:val="006D1013"/>
    <w:rsid w:val="007420FC"/>
    <w:rsid w:val="0075164A"/>
    <w:rsid w:val="00753C81"/>
    <w:rsid w:val="008040B9"/>
    <w:rsid w:val="008853AB"/>
    <w:rsid w:val="008A245B"/>
    <w:rsid w:val="009735EA"/>
    <w:rsid w:val="009809F1"/>
    <w:rsid w:val="00997F72"/>
    <w:rsid w:val="00A0291C"/>
    <w:rsid w:val="00A177B6"/>
    <w:rsid w:val="00A206AC"/>
    <w:rsid w:val="00A3021C"/>
    <w:rsid w:val="00A30A4C"/>
    <w:rsid w:val="00A40B4A"/>
    <w:rsid w:val="00B1114E"/>
    <w:rsid w:val="00B317A9"/>
    <w:rsid w:val="00B330EB"/>
    <w:rsid w:val="00B76988"/>
    <w:rsid w:val="00C1249F"/>
    <w:rsid w:val="00C4143F"/>
    <w:rsid w:val="00C65E37"/>
    <w:rsid w:val="00C71DFC"/>
    <w:rsid w:val="00C8287A"/>
    <w:rsid w:val="00C86AD9"/>
    <w:rsid w:val="00E50C36"/>
    <w:rsid w:val="00E56EDD"/>
    <w:rsid w:val="00E57686"/>
    <w:rsid w:val="00E60D07"/>
    <w:rsid w:val="00EB2777"/>
    <w:rsid w:val="00EF2B19"/>
    <w:rsid w:val="00F41BA0"/>
    <w:rsid w:val="00F74D6C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B52988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8560F996</Template>
  <TotalTime>1</TotalTime>
  <Pages>1</Pages>
  <Words>180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2025-09-10T07:30:00Z</dcterms:created>
  <dcterms:modified xsi:type="dcterms:W3CDTF">2025-09-11T06:50:00Z</dcterms:modified>
</cp:coreProperties>
</file>